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42FEC6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725BC1" w:rsidRPr="00725BC1">
        <w:rPr>
          <w:rFonts w:eastAsia="Times New Roman" w:cs="Times New Roman"/>
          <w:b/>
          <w:bCs/>
          <w:lang w:eastAsia="cs-CZ"/>
        </w:rPr>
        <w:t>„</w:t>
      </w:r>
      <w:r w:rsidR="00725BC1" w:rsidRPr="00725BC1">
        <w:rPr>
          <w:rFonts w:eastAsia="Times New Roman" w:cs="Times New Roman"/>
          <w:b/>
          <w:lang w:eastAsia="cs-CZ"/>
        </w:rPr>
        <w:t>Dodávka aromadifuzérů včetně náplní pro obvod OŘ PHA 2025 - 2026</w:t>
      </w:r>
      <w:r w:rsidR="00725BC1" w:rsidRPr="00725BC1">
        <w:rPr>
          <w:rFonts w:eastAsia="Times New Roman" w:cs="Times New Roman"/>
          <w:b/>
          <w:bCs/>
          <w:lang w:eastAsia="cs-CZ"/>
        </w:rPr>
        <w:t>“</w:t>
      </w:r>
      <w:r w:rsidRPr="00725BC1">
        <w:rPr>
          <w:rFonts w:eastAsia="Times New Roman" w:cs="Times New Roman"/>
          <w:lang w:eastAsia="cs-CZ"/>
        </w:rPr>
        <w:t xml:space="preserve">, č.j. </w:t>
      </w:r>
      <w:r w:rsidR="00725BC1" w:rsidRPr="00725BC1">
        <w:t>28279</w:t>
      </w:r>
      <w:r w:rsidR="00725BC1" w:rsidRPr="00EE1D15">
        <w:t>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C6614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C6614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7F903" w14:textId="1C2AAB9B" w:rsidR="00C66145" w:rsidRDefault="00C661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5D80402B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9BFC89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B4CF8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25BC1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66145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B4CF8"/>
    <w:rsid w:val="0049171C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1</Pages>
  <Words>475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11</cp:revision>
  <cp:lastPrinted>2017-11-28T17:18:00Z</cp:lastPrinted>
  <dcterms:created xsi:type="dcterms:W3CDTF">2023-11-16T10:29:00Z</dcterms:created>
  <dcterms:modified xsi:type="dcterms:W3CDTF">2025-07-03T06:40:00Z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